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DA" w:rsidRPr="00C04B55" w:rsidRDefault="00E74FDA" w:rsidP="00C04B55">
      <w:pPr>
        <w:spacing w:before="100" w:beforeAutospacing="1" w:after="100" w:afterAutospacing="1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  <w:lang w:eastAsia="hr-HR"/>
        </w:rPr>
      </w:pPr>
      <w:r w:rsidRPr="00C04B55">
        <w:rPr>
          <w:rFonts w:ascii="Arial" w:hAnsi="Arial" w:cs="Arial"/>
          <w:b/>
          <w:bCs/>
          <w:kern w:val="36"/>
          <w:sz w:val="48"/>
          <w:szCs w:val="48"/>
          <w:lang w:eastAsia="hr-HR"/>
        </w:rPr>
        <w:t xml:space="preserve">ICT - Questionnaire for Teachers </w:t>
      </w:r>
    </w:p>
    <w:p w:rsidR="00E74FDA" w:rsidRPr="00C04B55" w:rsidRDefault="00E74FDA" w:rsidP="00C04B55">
      <w:p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</w:p>
    <w:p w:rsidR="00E74FDA" w:rsidRPr="00C04B55" w:rsidRDefault="00E74FDA" w:rsidP="00C04B55">
      <w:p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I. What age are your students?</w:t>
      </w:r>
      <w:r>
        <w:rPr>
          <w:rFonts w:ascii="Arial" w:hAnsi="Arial" w:cs="Arial"/>
          <w:lang w:eastAsia="hr-HR"/>
        </w:rPr>
        <w:t xml:space="preserve">  </w:t>
      </w:r>
      <w:r w:rsidRPr="008D74E0">
        <w:rPr>
          <w:rFonts w:ascii="Arial" w:hAnsi="Arial" w:cs="Arial"/>
          <w:b/>
          <w:bCs/>
          <w:color w:val="339966"/>
          <w:lang w:eastAsia="hr-HR"/>
        </w:rPr>
        <w:t>6 – 15</w:t>
      </w:r>
      <w:r>
        <w:rPr>
          <w:rFonts w:ascii="Arial" w:hAnsi="Arial" w:cs="Arial"/>
          <w:lang w:eastAsia="hr-HR"/>
        </w:rPr>
        <w:t xml:space="preserve"> </w:t>
      </w:r>
    </w:p>
    <w:p w:rsidR="00E74FDA" w:rsidRDefault="00E74FDA" w:rsidP="00C04B55">
      <w:pPr>
        <w:spacing w:before="100" w:beforeAutospacing="1" w:after="100" w:afterAutospacing="1"/>
        <w:rPr>
          <w:rFonts w:ascii="Arial" w:hAnsi="Arial" w:cs="Arial"/>
          <w:lang w:eastAsia="hr-HR"/>
        </w:rPr>
      </w:pPr>
      <w:r w:rsidRPr="00C04B55">
        <w:rPr>
          <w:rFonts w:ascii="Arial" w:hAnsi="Arial" w:cs="Arial"/>
          <w:lang w:eastAsia="hr-HR"/>
        </w:rPr>
        <w:t>II. When do your students begin to have ICT lessons at school – at the age of?</w:t>
      </w:r>
      <w:r>
        <w:rPr>
          <w:rFonts w:ascii="Arial" w:hAnsi="Arial" w:cs="Arial"/>
          <w:lang w:eastAsia="hr-HR"/>
        </w:rPr>
        <w:t xml:space="preserve"> </w:t>
      </w:r>
    </w:p>
    <w:p w:rsidR="00E74FDA" w:rsidRPr="002A4206" w:rsidRDefault="00E74FDA" w:rsidP="00C04B55">
      <w:pPr>
        <w:spacing w:before="100" w:beforeAutospacing="1" w:after="100" w:afterAutospacing="1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At the age of  </w:t>
      </w:r>
      <w:r w:rsidRPr="008D74E0">
        <w:rPr>
          <w:rFonts w:ascii="Arial" w:hAnsi="Arial" w:cs="Arial"/>
          <w:b/>
          <w:bCs/>
          <w:color w:val="339966"/>
          <w:lang w:eastAsia="hr-HR"/>
        </w:rPr>
        <w:t>6</w:t>
      </w:r>
      <w:r>
        <w:rPr>
          <w:rFonts w:ascii="Arial" w:hAnsi="Arial" w:cs="Arial"/>
          <w:lang w:eastAsia="hr-HR"/>
        </w:rPr>
        <w:t xml:space="preserve">  </w:t>
      </w:r>
    </w:p>
    <w:p w:rsidR="00E74FDA" w:rsidRPr="00C04B55" w:rsidRDefault="00E74FDA" w:rsidP="00C04B55">
      <w:p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III. How many lessons per week do they have?</w:t>
      </w:r>
      <w:r>
        <w:rPr>
          <w:rFonts w:ascii="Arial" w:hAnsi="Arial" w:cs="Arial"/>
          <w:lang w:eastAsia="hr-HR"/>
        </w:rPr>
        <w:t xml:space="preserve">    </w:t>
      </w:r>
      <w:r w:rsidRPr="008D74E0">
        <w:rPr>
          <w:rFonts w:ascii="Arial" w:hAnsi="Arial" w:cs="Arial"/>
          <w:b/>
          <w:bCs/>
          <w:color w:val="339966"/>
          <w:lang w:eastAsia="hr-HR"/>
        </w:rPr>
        <w:t>1</w:t>
      </w:r>
    </w:p>
    <w:p w:rsidR="00E74FDA" w:rsidRPr="00C04B55" w:rsidRDefault="00E74FDA" w:rsidP="00C04B55">
      <w:p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IV. Let’s presume – three levels of your students: I- till 9; II – till 12 ; III – till 15 years old, which programme/tool are they familiar with :</w:t>
      </w:r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Paint</w:t>
      </w:r>
      <w:r>
        <w:rPr>
          <w:rFonts w:ascii="Arial" w:hAnsi="Arial" w:cs="Arial"/>
          <w:lang w:eastAsia="hr-HR"/>
        </w:rPr>
        <w:t xml:space="preserve">    II</w:t>
      </w:r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Word</w:t>
      </w:r>
      <w:r>
        <w:rPr>
          <w:rFonts w:ascii="Arial" w:hAnsi="Arial" w:cs="Arial"/>
          <w:lang w:eastAsia="hr-HR"/>
        </w:rPr>
        <w:t xml:space="preserve">   II</w:t>
      </w:r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Excel</w:t>
      </w:r>
      <w:r>
        <w:rPr>
          <w:rFonts w:ascii="Arial" w:hAnsi="Arial" w:cs="Arial"/>
          <w:lang w:eastAsia="hr-HR"/>
        </w:rPr>
        <w:t xml:space="preserve">   III </w:t>
      </w:r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Power Point</w:t>
      </w:r>
      <w:r>
        <w:rPr>
          <w:rFonts w:ascii="Arial" w:hAnsi="Arial" w:cs="Arial"/>
          <w:lang w:eastAsia="hr-HR"/>
        </w:rPr>
        <w:t xml:space="preserve">   II</w:t>
      </w:r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Prezi</w:t>
      </w:r>
      <w:r>
        <w:rPr>
          <w:rFonts w:ascii="Arial" w:hAnsi="Arial" w:cs="Arial"/>
          <w:lang w:eastAsia="hr-HR"/>
        </w:rPr>
        <w:t xml:space="preserve">     some of them</w:t>
      </w:r>
      <w:bookmarkStart w:id="0" w:name="_GoBack"/>
      <w:bookmarkEnd w:id="0"/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 xml:space="preserve">Wiki </w:t>
      </w:r>
    </w:p>
    <w:p w:rsidR="00E74FDA" w:rsidRPr="00C04B55" w:rsidRDefault="00E74FDA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>
        <w:rPr>
          <w:rFonts w:ascii="Arial" w:hAnsi="Arial" w:cs="Arial"/>
          <w:lang w:eastAsia="hr-HR"/>
        </w:rPr>
        <w:t>IMAGINE I, II, III</w:t>
      </w:r>
    </w:p>
    <w:p w:rsidR="00E74FDA" w:rsidRPr="00C04B55" w:rsidRDefault="00E74FDA" w:rsidP="00C04B55">
      <w:p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V. Do your students I,III, III have:</w:t>
      </w:r>
    </w:p>
    <w:p w:rsidR="00E74FDA" w:rsidRPr="00C04B55" w:rsidRDefault="00E74FDA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 xml:space="preserve">their email addresses? </w:t>
      </w:r>
      <w:r>
        <w:rPr>
          <w:rFonts w:ascii="Arial" w:hAnsi="Arial" w:cs="Arial"/>
          <w:lang w:eastAsia="hr-HR"/>
        </w:rPr>
        <w:t xml:space="preserve"> yes</w:t>
      </w:r>
    </w:p>
    <w:p w:rsidR="00E74FDA" w:rsidRPr="00C04B55" w:rsidRDefault="00E74FDA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FaceBook</w:t>
      </w:r>
      <w:r>
        <w:rPr>
          <w:rFonts w:ascii="Arial" w:hAnsi="Arial" w:cs="Arial"/>
          <w:lang w:eastAsia="hr-HR"/>
        </w:rPr>
        <w:t xml:space="preserve">                      yes</w:t>
      </w:r>
    </w:p>
    <w:p w:rsidR="00E74FDA" w:rsidRPr="00C04B55" w:rsidRDefault="00E74FDA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YouTube</w:t>
      </w:r>
      <w:r>
        <w:rPr>
          <w:rFonts w:ascii="Arial" w:hAnsi="Arial" w:cs="Arial"/>
          <w:lang w:eastAsia="hr-HR"/>
        </w:rPr>
        <w:t xml:space="preserve">                        yes</w:t>
      </w:r>
    </w:p>
    <w:p w:rsidR="00E74FDA" w:rsidRPr="00C04B55" w:rsidRDefault="00E74FDA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Skype?</w:t>
      </w:r>
      <w:r>
        <w:rPr>
          <w:rFonts w:ascii="Arial" w:hAnsi="Arial" w:cs="Arial"/>
          <w:lang w:eastAsia="hr-HR"/>
        </w:rPr>
        <w:t xml:space="preserve">                          most of them</w:t>
      </w:r>
    </w:p>
    <w:p w:rsidR="00E74FDA" w:rsidRPr="00C04B55" w:rsidRDefault="00E74FDA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 w:rsidRPr="00C04B55">
        <w:rPr>
          <w:rFonts w:ascii="Arial" w:hAnsi="Arial" w:cs="Arial"/>
          <w:lang w:eastAsia="hr-HR"/>
        </w:rPr>
        <w:t>Flicker/Picasa</w:t>
      </w:r>
      <w:r>
        <w:rPr>
          <w:rFonts w:ascii="Arial" w:hAnsi="Arial" w:cs="Arial"/>
          <w:lang w:eastAsia="hr-HR"/>
        </w:rPr>
        <w:tab/>
      </w:r>
    </w:p>
    <w:p w:rsidR="00E74FDA" w:rsidRPr="00C04B55" w:rsidRDefault="00E74FDA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cs="Times New Roman"/>
          <w:lang w:eastAsia="hr-HR"/>
        </w:rPr>
      </w:pPr>
      <w:r>
        <w:rPr>
          <w:rFonts w:ascii="Arial" w:hAnsi="Arial" w:cs="Arial"/>
          <w:lang w:eastAsia="hr-HR"/>
        </w:rPr>
        <w:t>Zborovna, e - learning</w:t>
      </w:r>
    </w:p>
    <w:p w:rsidR="00E74FDA" w:rsidRDefault="00E74FDA" w:rsidP="002A4206">
      <w:pPr>
        <w:pStyle w:val="NoSpacing"/>
        <w:rPr>
          <w:rFonts w:ascii="Arial" w:hAnsi="Arial" w:cs="Arial"/>
          <w:lang w:eastAsia="hr-HR"/>
        </w:rPr>
      </w:pPr>
      <w:r w:rsidRPr="002A4206">
        <w:rPr>
          <w:rFonts w:ascii="Arial" w:hAnsi="Arial" w:cs="Arial"/>
          <w:lang w:eastAsia="hr-HR"/>
        </w:rPr>
        <w:t>VI. Do you know what students do with ICT out of school?</w:t>
      </w:r>
    </w:p>
    <w:p w:rsidR="00E74FDA" w:rsidRDefault="00E74FDA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Write emails</w:t>
      </w:r>
    </w:p>
    <w:p w:rsidR="00E74FDA" w:rsidRDefault="00E74FDA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Write seminars</w:t>
      </w:r>
    </w:p>
    <w:p w:rsidR="00E74FDA" w:rsidRDefault="00E74FDA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Make presentations</w:t>
      </w:r>
    </w:p>
    <w:p w:rsidR="00E74FDA" w:rsidRDefault="00E74FDA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Go on Facebook</w:t>
      </w:r>
    </w:p>
    <w:p w:rsidR="00E74FDA" w:rsidRDefault="00E74FDA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Listen to music</w:t>
      </w:r>
    </w:p>
    <w:p w:rsidR="00E74FDA" w:rsidRDefault="00E74FDA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Play games</w:t>
      </w:r>
    </w:p>
    <w:p w:rsidR="00E74FDA" w:rsidRDefault="00E74FDA" w:rsidP="00B35B5B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Chat</w:t>
      </w:r>
    </w:p>
    <w:p w:rsidR="00E74FDA" w:rsidRPr="00B35B5B" w:rsidRDefault="00E74FDA" w:rsidP="00B35B5B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Films </w:t>
      </w:r>
    </w:p>
    <w:p w:rsidR="00E74FDA" w:rsidRDefault="00E74FDA"/>
    <w:sectPr w:rsidR="00E74FDA" w:rsidSect="00744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C60"/>
    <w:multiLevelType w:val="multilevel"/>
    <w:tmpl w:val="9D14A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11D78"/>
    <w:multiLevelType w:val="hybridMultilevel"/>
    <w:tmpl w:val="A3BCCB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F4880"/>
    <w:multiLevelType w:val="multilevel"/>
    <w:tmpl w:val="76DA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6D258A"/>
    <w:multiLevelType w:val="multilevel"/>
    <w:tmpl w:val="AB820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B55"/>
    <w:rsid w:val="001C063B"/>
    <w:rsid w:val="00245B9E"/>
    <w:rsid w:val="002A4206"/>
    <w:rsid w:val="00393F98"/>
    <w:rsid w:val="00744528"/>
    <w:rsid w:val="00804007"/>
    <w:rsid w:val="00860C30"/>
    <w:rsid w:val="008D74E0"/>
    <w:rsid w:val="009F6A71"/>
    <w:rsid w:val="00B35B5B"/>
    <w:rsid w:val="00C04B55"/>
    <w:rsid w:val="00C34E92"/>
    <w:rsid w:val="00CE52E9"/>
    <w:rsid w:val="00D87061"/>
    <w:rsid w:val="00E74FDA"/>
    <w:rsid w:val="00FC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28"/>
    <w:rPr>
      <w:rFonts w:cs="Calibri"/>
      <w:sz w:val="24"/>
      <w:szCs w:val="24"/>
      <w:lang w:val="hr-HR" w:eastAsia="en-US"/>
    </w:rPr>
  </w:style>
  <w:style w:type="paragraph" w:styleId="Heading1">
    <w:name w:val="heading 1"/>
    <w:basedOn w:val="Normal"/>
    <w:link w:val="Heading1Char"/>
    <w:uiPriority w:val="99"/>
    <w:qFormat/>
    <w:rsid w:val="00C04B5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4B55"/>
    <w:rPr>
      <w:rFonts w:ascii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ormalWeb">
    <w:name w:val="Normal (Web)"/>
    <w:basedOn w:val="Normal"/>
    <w:uiPriority w:val="99"/>
    <w:semiHidden/>
    <w:rsid w:val="00C04B5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r-HR"/>
    </w:rPr>
  </w:style>
  <w:style w:type="character" w:styleId="Emphasis">
    <w:name w:val="Emphasis"/>
    <w:basedOn w:val="DefaultParagraphFont"/>
    <w:uiPriority w:val="99"/>
    <w:qFormat/>
    <w:rsid w:val="00C04B55"/>
    <w:rPr>
      <w:i/>
      <w:iCs/>
    </w:rPr>
  </w:style>
  <w:style w:type="paragraph" w:styleId="NoSpacing">
    <w:name w:val="No Spacing"/>
    <w:uiPriority w:val="99"/>
    <w:qFormat/>
    <w:rsid w:val="002A4206"/>
    <w:rPr>
      <w:rFonts w:cs="Calibri"/>
      <w:sz w:val="24"/>
      <w:szCs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126</Words>
  <Characters>723</Characters>
  <Application>Microsoft Office Outlook</Application>
  <DocSecurity>0</DocSecurity>
  <Lines>0</Lines>
  <Paragraphs>0</Paragraphs>
  <ScaleCrop>false</ScaleCrop>
  <Company>Eits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Frantal</dc:creator>
  <cp:keywords/>
  <dc:description/>
  <cp:lastModifiedBy>PC52</cp:lastModifiedBy>
  <cp:revision>5</cp:revision>
  <cp:lastPrinted>2013-02-04T10:48:00Z</cp:lastPrinted>
  <dcterms:created xsi:type="dcterms:W3CDTF">2013-02-04T10:48:00Z</dcterms:created>
  <dcterms:modified xsi:type="dcterms:W3CDTF">2013-02-14T10:08:00Z</dcterms:modified>
</cp:coreProperties>
</file>